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9524" w14:textId="77777777" w:rsidR="00D32831" w:rsidRPr="006446CF" w:rsidRDefault="005D70BF" w:rsidP="00A23F80">
      <w:pPr>
        <w:pStyle w:val="berschrift1"/>
        <w:rPr>
          <w:lang w:val="it-CH"/>
        </w:rPr>
      </w:pPr>
      <w:r w:rsidRPr="006446CF">
        <w:rPr>
          <w:lang w:val="it-CH"/>
        </w:rPr>
        <w:t>Redazione del</w:t>
      </w:r>
      <w:r w:rsidR="00A0282C" w:rsidRPr="006446CF">
        <w:rPr>
          <w:lang w:val="it-CH"/>
        </w:rPr>
        <w:t xml:space="preserve"> lavoro scritto</w:t>
      </w:r>
      <w:r w:rsidR="004C593A" w:rsidRPr="006446CF">
        <w:rPr>
          <w:lang w:val="it-CH"/>
        </w:rPr>
        <w:t xml:space="preserve"> – </w:t>
      </w:r>
      <w:r w:rsidR="00A0282C" w:rsidRPr="006446CF">
        <w:rPr>
          <w:lang w:val="it-CH"/>
        </w:rPr>
        <w:t>Checklist</w:t>
      </w:r>
      <w:r w:rsidR="00A23F80" w:rsidRPr="006446CF">
        <w:rPr>
          <w:lang w:val="it-CH"/>
        </w:rPr>
        <w:t xml:space="preserve"> </w:t>
      </w:r>
    </w:p>
    <w:p w14:paraId="190E4E3D" w14:textId="77777777" w:rsidR="00D32831" w:rsidRPr="006446CF" w:rsidRDefault="00D32831" w:rsidP="000536DE">
      <w:pPr>
        <w:pStyle w:val="AufzZx1zLpucesxinterl1Puntielencoxil1"/>
        <w:numPr>
          <w:ilvl w:val="0"/>
          <w:numId w:val="0"/>
        </w:numPr>
        <w:ind w:left="360"/>
        <w:rPr>
          <w:lang w:val="it-CH"/>
        </w:rPr>
      </w:pPr>
    </w:p>
    <w:p w14:paraId="54DC2A90" w14:textId="77777777" w:rsidR="00D32831" w:rsidRPr="006446CF" w:rsidRDefault="00A0282C" w:rsidP="0030674D">
      <w:pPr>
        <w:pStyle w:val="berschrift2"/>
        <w:rPr>
          <w:sz w:val="22"/>
          <w:szCs w:val="22"/>
          <w:lang w:val="it-CH"/>
        </w:rPr>
      </w:pPr>
      <w:r w:rsidRPr="006446CF">
        <w:rPr>
          <w:sz w:val="22"/>
          <w:szCs w:val="22"/>
          <w:lang w:val="it-CH"/>
        </w:rPr>
        <w:t>Informazioni generali</w:t>
      </w:r>
      <w:r w:rsidR="00682941" w:rsidRPr="006446CF">
        <w:rPr>
          <w:sz w:val="22"/>
          <w:szCs w:val="22"/>
          <w:lang w:val="it-CH"/>
        </w:rPr>
        <w:t>:</w:t>
      </w:r>
    </w:p>
    <w:p w14:paraId="1D59BD31" w14:textId="77777777" w:rsidR="00D32831" w:rsidRPr="006446CF" w:rsidRDefault="00D32831" w:rsidP="00D32831">
      <w:pPr>
        <w:pStyle w:val="Listenabsatz"/>
        <w:numPr>
          <w:ilvl w:val="0"/>
          <w:numId w:val="16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Leggere attentamente il PROMEMORIA sulla prima parte dell'e</w:t>
      </w:r>
      <w:r w:rsidR="00FE4EC4" w:rsidRPr="006446CF">
        <w:rPr>
          <w:color w:val="000000"/>
          <w:sz w:val="22"/>
          <w:szCs w:val="22"/>
          <w:lang w:val="it-IT"/>
        </w:rPr>
        <w:t>same di professione (Allegato 3 de</w:t>
      </w:r>
      <w:r w:rsidRPr="006446CF">
        <w:rPr>
          <w:color w:val="000000"/>
          <w:sz w:val="22"/>
          <w:szCs w:val="22"/>
          <w:lang w:val="it-IT"/>
        </w:rPr>
        <w:t>lle direttive inerenti al regolamento d'esame di istruttrice/ore della protezione civile con attestato federale)</w:t>
      </w:r>
    </w:p>
    <w:p w14:paraId="16BBC357" w14:textId="77777777" w:rsidR="00D32831" w:rsidRDefault="00D32831" w:rsidP="00D32831">
      <w:pPr>
        <w:pStyle w:val="Listenabsatz"/>
        <w:numPr>
          <w:ilvl w:val="0"/>
          <w:numId w:val="16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Allestire </w:t>
      </w:r>
      <w:r w:rsidR="00C0514A" w:rsidRPr="006446CF">
        <w:rPr>
          <w:color w:val="000000"/>
          <w:sz w:val="22"/>
          <w:szCs w:val="22"/>
          <w:lang w:val="it-IT"/>
        </w:rPr>
        <w:t xml:space="preserve">una tabella di marcia dettagliata e aggiornarla </w:t>
      </w:r>
      <w:r w:rsidRPr="006446CF">
        <w:rPr>
          <w:color w:val="000000"/>
          <w:sz w:val="22"/>
          <w:szCs w:val="22"/>
          <w:lang w:val="it-IT"/>
        </w:rPr>
        <w:t>costantemente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3C419F79" w14:textId="77777777" w:rsidR="007C059E" w:rsidRPr="006446CF" w:rsidRDefault="007C059E" w:rsidP="007C059E">
      <w:pPr>
        <w:pStyle w:val="Listenabsatz"/>
        <w:numPr>
          <w:ilvl w:val="0"/>
          <w:numId w:val="16"/>
        </w:numPr>
        <w:rPr>
          <w:sz w:val="22"/>
          <w:szCs w:val="22"/>
          <w:lang w:val="it-CH"/>
        </w:rPr>
      </w:pPr>
      <w:r w:rsidRPr="007C059E">
        <w:rPr>
          <w:sz w:val="22"/>
          <w:szCs w:val="22"/>
          <w:lang w:val="it-CH"/>
        </w:rPr>
        <w:t>Pensate a possibili temi, concordate un incarico scritto con il committente e poi preparate la disposizione.</w:t>
      </w:r>
    </w:p>
    <w:p w14:paraId="3C8FA7A5" w14:textId="77777777" w:rsidR="00D32831" w:rsidRPr="006446CF" w:rsidRDefault="00D32831" w:rsidP="00D32831">
      <w:pPr>
        <w:pStyle w:val="Listenabsatz"/>
        <w:numPr>
          <w:ilvl w:val="0"/>
          <w:numId w:val="16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Chiedere ad almeno un/a collega di rileggere il lavoro finito e di controllare ortografia e lacune di contenuto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6E1F31BE" w14:textId="77777777" w:rsidR="00D32831" w:rsidRPr="006446CF" w:rsidRDefault="00D32831" w:rsidP="00682941">
      <w:pPr>
        <w:pStyle w:val="Listenabsatz"/>
        <w:rPr>
          <w:sz w:val="22"/>
          <w:szCs w:val="22"/>
          <w:lang w:val="it-CH"/>
        </w:rPr>
      </w:pPr>
    </w:p>
    <w:p w14:paraId="3DC426D5" w14:textId="77777777" w:rsidR="00D32831" w:rsidRPr="006446CF" w:rsidRDefault="00D32831" w:rsidP="00682941">
      <w:pPr>
        <w:pStyle w:val="berschrift2"/>
        <w:rPr>
          <w:bCs/>
          <w:sz w:val="22"/>
        </w:rPr>
      </w:pPr>
      <w:r w:rsidRPr="006446CF">
        <w:rPr>
          <w:bCs/>
          <w:sz w:val="22"/>
        </w:rPr>
        <w:t>D</w:t>
      </w:r>
      <w:r w:rsidR="00A0282C" w:rsidRPr="006446CF">
        <w:rPr>
          <w:bCs/>
          <w:sz w:val="22"/>
        </w:rPr>
        <w:t>irettive formali</w:t>
      </w:r>
      <w:r w:rsidR="00682941" w:rsidRPr="006446CF">
        <w:rPr>
          <w:bCs/>
          <w:sz w:val="22"/>
        </w:rPr>
        <w:t>:</w:t>
      </w:r>
    </w:p>
    <w:p w14:paraId="291286EE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da 30'000 a 50'000 caratteri (spazi</w:t>
      </w:r>
      <w:r w:rsidR="00A77D9F" w:rsidRPr="006446CF">
        <w:rPr>
          <w:color w:val="000000"/>
          <w:sz w:val="22"/>
          <w:szCs w:val="22"/>
          <w:lang w:val="it-IT"/>
        </w:rPr>
        <w:t xml:space="preserve"> inclusi</w:t>
      </w:r>
      <w:r w:rsidRPr="006446CF">
        <w:rPr>
          <w:color w:val="000000"/>
          <w:sz w:val="22"/>
          <w:szCs w:val="22"/>
          <w:lang w:val="it-IT"/>
        </w:rPr>
        <w:t>, allegati</w:t>
      </w:r>
      <w:r w:rsidR="007C059E">
        <w:rPr>
          <w:color w:val="000000"/>
          <w:sz w:val="22"/>
          <w:szCs w:val="22"/>
          <w:lang w:val="it-IT"/>
        </w:rPr>
        <w:t xml:space="preserve"> / Prima pagina / Bibliografia ecc.</w:t>
      </w:r>
      <w:r w:rsidR="00A77D9F" w:rsidRPr="006446CF">
        <w:rPr>
          <w:color w:val="000000"/>
          <w:sz w:val="22"/>
          <w:szCs w:val="22"/>
          <w:lang w:val="it-IT"/>
        </w:rPr>
        <w:t xml:space="preserve"> esclusi</w:t>
      </w:r>
      <w:r w:rsidRPr="006446CF">
        <w:rPr>
          <w:color w:val="000000"/>
          <w:sz w:val="22"/>
          <w:szCs w:val="22"/>
          <w:lang w:val="it-IT"/>
        </w:rPr>
        <w:t>)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46CF323A" w14:textId="6A46B1DC" w:rsidR="00D32831" w:rsidRPr="006446CF" w:rsidRDefault="00A77D9F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Scegliere il tipo di cara</w:t>
      </w:r>
      <w:bookmarkStart w:id="0" w:name="_GoBack"/>
      <w:bookmarkEnd w:id="0"/>
      <w:r w:rsidRPr="006446CF">
        <w:rPr>
          <w:color w:val="000000"/>
          <w:sz w:val="22"/>
          <w:szCs w:val="22"/>
          <w:lang w:val="it-IT"/>
        </w:rPr>
        <w:t>ttere</w:t>
      </w:r>
      <w:r w:rsidR="00D32831" w:rsidRPr="006446CF">
        <w:rPr>
          <w:color w:val="000000"/>
          <w:sz w:val="22"/>
          <w:szCs w:val="22"/>
          <w:lang w:val="it-IT"/>
        </w:rPr>
        <w:t xml:space="preserve"> </w:t>
      </w:r>
      <w:r w:rsidR="00D32831" w:rsidRPr="006446CF">
        <w:rPr>
          <w:i/>
          <w:color w:val="000000"/>
          <w:sz w:val="22"/>
          <w:szCs w:val="22"/>
          <w:lang w:val="it-IT"/>
        </w:rPr>
        <w:t>Arial</w:t>
      </w:r>
      <w:r w:rsidR="007C059E">
        <w:rPr>
          <w:color w:val="000000"/>
          <w:sz w:val="22"/>
          <w:szCs w:val="22"/>
          <w:lang w:val="it-IT"/>
        </w:rPr>
        <w:t>,</w:t>
      </w:r>
      <w:r w:rsidR="001D571F">
        <w:rPr>
          <w:color w:val="000000"/>
          <w:sz w:val="22"/>
          <w:szCs w:val="22"/>
          <w:lang w:val="it-IT"/>
        </w:rPr>
        <w:t xml:space="preserve"> </w:t>
      </w:r>
      <w:r w:rsidR="00D32831" w:rsidRPr="006446CF">
        <w:rPr>
          <w:i/>
          <w:color w:val="000000"/>
          <w:sz w:val="22"/>
          <w:szCs w:val="22"/>
          <w:lang w:val="it-IT"/>
        </w:rPr>
        <w:t>Calibri</w:t>
      </w:r>
      <w:r w:rsidR="00D32831" w:rsidRPr="006446CF">
        <w:rPr>
          <w:color w:val="000000"/>
          <w:sz w:val="22"/>
          <w:szCs w:val="22"/>
          <w:lang w:val="it-IT"/>
        </w:rPr>
        <w:t xml:space="preserve"> </w:t>
      </w:r>
      <w:r w:rsidR="007C059E">
        <w:rPr>
          <w:color w:val="000000"/>
          <w:sz w:val="22"/>
          <w:szCs w:val="22"/>
          <w:lang w:val="it-IT"/>
        </w:rPr>
        <w:t xml:space="preserve">o Helvetica </w:t>
      </w:r>
      <w:r w:rsidR="00D32831" w:rsidRPr="006446CF">
        <w:rPr>
          <w:color w:val="000000"/>
          <w:sz w:val="22"/>
          <w:szCs w:val="22"/>
          <w:lang w:val="it-IT"/>
        </w:rPr>
        <w:t xml:space="preserve">e </w:t>
      </w:r>
      <w:r w:rsidRPr="006446CF">
        <w:rPr>
          <w:color w:val="000000"/>
          <w:sz w:val="22"/>
          <w:szCs w:val="22"/>
          <w:lang w:val="it-IT"/>
        </w:rPr>
        <w:t xml:space="preserve">applicarlo </w:t>
      </w:r>
      <w:r w:rsidR="00D32831" w:rsidRPr="006446CF">
        <w:rPr>
          <w:color w:val="000000"/>
          <w:sz w:val="22"/>
          <w:szCs w:val="22"/>
          <w:lang w:val="it-IT"/>
        </w:rPr>
        <w:t>in modo coerente</w:t>
      </w:r>
    </w:p>
    <w:p w14:paraId="15C6A5C7" w14:textId="77777777" w:rsidR="00D32831" w:rsidRPr="001D571F" w:rsidRDefault="00A77D9F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Dimensione </w:t>
      </w:r>
      <w:r w:rsidR="00D32831" w:rsidRPr="006446CF">
        <w:rPr>
          <w:color w:val="000000"/>
          <w:sz w:val="22"/>
          <w:szCs w:val="22"/>
          <w:lang w:val="it-IT"/>
        </w:rPr>
        <w:t>dei caratteri 11</w:t>
      </w:r>
      <w:r w:rsidR="00A23F80" w:rsidRPr="001D571F">
        <w:rPr>
          <w:sz w:val="22"/>
          <w:szCs w:val="22"/>
          <w:lang w:val="it-CH"/>
        </w:rPr>
        <w:t xml:space="preserve"> </w:t>
      </w:r>
    </w:p>
    <w:p w14:paraId="00D27A72" w14:textId="77777777" w:rsidR="00D32831" w:rsidRPr="001D571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Interlinea semplice</w:t>
      </w:r>
      <w:r w:rsidR="00A23F80" w:rsidRPr="001D571F">
        <w:rPr>
          <w:sz w:val="22"/>
          <w:szCs w:val="22"/>
          <w:lang w:val="it-CH"/>
        </w:rPr>
        <w:t xml:space="preserve"> </w:t>
      </w:r>
    </w:p>
    <w:p w14:paraId="25B00EE7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Numerare le pagine (ad eccezione della prima pagina con il titolo)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6E388331" w14:textId="77777777" w:rsidR="00D32831" w:rsidRPr="001D571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Impostare i </w:t>
      </w:r>
      <w:r w:rsidR="00FE4EC4" w:rsidRPr="006446CF">
        <w:rPr>
          <w:color w:val="000000"/>
          <w:sz w:val="22"/>
          <w:szCs w:val="22"/>
          <w:lang w:val="it-IT"/>
        </w:rPr>
        <w:t>margini</w:t>
      </w:r>
      <w:r w:rsidRPr="006446CF">
        <w:rPr>
          <w:color w:val="000000"/>
          <w:sz w:val="22"/>
          <w:szCs w:val="22"/>
          <w:lang w:val="it-IT"/>
        </w:rPr>
        <w:t xml:space="preserve"> </w:t>
      </w:r>
      <w:r w:rsidR="007C059E">
        <w:rPr>
          <w:color w:val="000000"/>
          <w:sz w:val="22"/>
          <w:szCs w:val="22"/>
          <w:lang w:val="it-IT"/>
        </w:rPr>
        <w:t>(</w:t>
      </w:r>
      <w:r w:rsidR="007C059E" w:rsidRPr="001D571F">
        <w:rPr>
          <w:rFonts w:ascii="ArialMT" w:hAnsi="ArialMT" w:cs="ArialMT"/>
          <w:kern w:val="0"/>
          <w:sz w:val="22"/>
          <w:szCs w:val="22"/>
          <w:lang w:val="it-CH" w:eastAsia="de-CH"/>
        </w:rPr>
        <w:t>a sinistra e a destra 2,5 cm, in alto 2,5 cm e in basso 2 cm</w:t>
      </w:r>
      <w:r w:rsidR="007C059E">
        <w:rPr>
          <w:rFonts w:ascii="ArialMT" w:hAnsi="ArialMT" w:cs="ArialMT"/>
          <w:kern w:val="0"/>
          <w:sz w:val="22"/>
          <w:szCs w:val="22"/>
          <w:lang w:val="it-CH" w:eastAsia="de-CH"/>
        </w:rPr>
        <w:t>)</w:t>
      </w:r>
    </w:p>
    <w:p w14:paraId="090DDAE3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Utilizzare </w:t>
      </w:r>
      <w:r w:rsidR="00FE4EC4" w:rsidRPr="006446CF">
        <w:rPr>
          <w:color w:val="000000"/>
          <w:sz w:val="22"/>
          <w:szCs w:val="22"/>
          <w:lang w:val="it-IT"/>
        </w:rPr>
        <w:t>gl</w:t>
      </w:r>
      <w:r w:rsidRPr="006446CF">
        <w:rPr>
          <w:color w:val="000000"/>
          <w:sz w:val="22"/>
          <w:szCs w:val="22"/>
          <w:lang w:val="it-IT"/>
        </w:rPr>
        <w:t xml:space="preserve">i </w:t>
      </w:r>
      <w:r w:rsidR="00FE4EC4" w:rsidRPr="006446CF">
        <w:rPr>
          <w:color w:val="000000"/>
          <w:sz w:val="22"/>
          <w:szCs w:val="22"/>
          <w:lang w:val="it-IT"/>
        </w:rPr>
        <w:t xml:space="preserve">stili </w:t>
      </w:r>
      <w:r w:rsidRPr="006446CF">
        <w:rPr>
          <w:color w:val="000000"/>
          <w:sz w:val="22"/>
          <w:szCs w:val="22"/>
          <w:lang w:val="it-IT"/>
        </w:rPr>
        <w:t>per una migliore strutturazione del testo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7392FDDE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Creare </w:t>
      </w:r>
      <w:r w:rsidR="005D70BF" w:rsidRPr="006446CF">
        <w:rPr>
          <w:color w:val="000000"/>
          <w:sz w:val="22"/>
          <w:szCs w:val="22"/>
          <w:lang w:val="it-IT"/>
        </w:rPr>
        <w:t>la prima pagina secondo le dire</w:t>
      </w:r>
      <w:r w:rsidRPr="006446CF">
        <w:rPr>
          <w:color w:val="000000"/>
          <w:sz w:val="22"/>
          <w:szCs w:val="22"/>
          <w:lang w:val="it-IT"/>
        </w:rPr>
        <w:t>ttive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692231D2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Allestire </w:t>
      </w:r>
      <w:r w:rsidR="00FE4EC4" w:rsidRPr="006446CF">
        <w:rPr>
          <w:color w:val="000000"/>
          <w:sz w:val="22"/>
          <w:szCs w:val="22"/>
          <w:lang w:val="it-IT"/>
        </w:rPr>
        <w:t>il sommario</w:t>
      </w:r>
      <w:r w:rsidRPr="006446CF">
        <w:rPr>
          <w:color w:val="000000"/>
          <w:sz w:val="22"/>
          <w:szCs w:val="22"/>
          <w:lang w:val="it-IT"/>
        </w:rPr>
        <w:t xml:space="preserve"> (ev. </w:t>
      </w:r>
      <w:r w:rsidR="005D70BF" w:rsidRPr="006446CF">
        <w:rPr>
          <w:color w:val="000000"/>
          <w:sz w:val="22"/>
          <w:szCs w:val="22"/>
          <w:lang w:val="it-IT"/>
        </w:rPr>
        <w:t xml:space="preserve">anche un </w:t>
      </w:r>
      <w:r w:rsidRPr="006446CF">
        <w:rPr>
          <w:color w:val="000000"/>
          <w:sz w:val="22"/>
          <w:szCs w:val="22"/>
          <w:lang w:val="it-IT"/>
        </w:rPr>
        <w:t>elenco delle abbreviazioni)</w:t>
      </w:r>
      <w:r w:rsidR="00A23F80" w:rsidRPr="006446CF">
        <w:rPr>
          <w:sz w:val="22"/>
          <w:szCs w:val="22"/>
          <w:lang w:val="it-CH"/>
        </w:rPr>
        <w:t xml:space="preserve"> </w:t>
      </w:r>
    </w:p>
    <w:p w14:paraId="5FDE2F03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6446CF">
        <w:rPr>
          <w:color w:val="000000"/>
          <w:sz w:val="22"/>
          <w:szCs w:val="22"/>
          <w:lang w:val="it-IT"/>
        </w:rPr>
        <w:t>Allestire l'indice delle figure</w:t>
      </w:r>
      <w:r w:rsidR="00A23F80" w:rsidRPr="006446CF">
        <w:rPr>
          <w:sz w:val="22"/>
          <w:szCs w:val="22"/>
        </w:rPr>
        <w:t xml:space="preserve"> </w:t>
      </w:r>
    </w:p>
    <w:p w14:paraId="69BE6B3E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Allestire la bibliografia (in ordine alfabetico)</w:t>
      </w:r>
      <w:r w:rsidR="002F5641" w:rsidRPr="006446CF">
        <w:rPr>
          <w:sz w:val="22"/>
          <w:szCs w:val="22"/>
          <w:lang w:val="it-CH"/>
        </w:rPr>
        <w:t xml:space="preserve"> </w:t>
      </w:r>
    </w:p>
    <w:p w14:paraId="2D3B0A3C" w14:textId="77777777" w:rsidR="00D32831" w:rsidRPr="006446CF" w:rsidRDefault="00D32831" w:rsidP="00D32831">
      <w:pPr>
        <w:pStyle w:val="Listenabsatz"/>
        <w:numPr>
          <w:ilvl w:val="0"/>
          <w:numId w:val="17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Non dimenticare </w:t>
      </w:r>
      <w:r w:rsidR="008141F1" w:rsidRPr="006446CF">
        <w:rPr>
          <w:color w:val="000000"/>
          <w:sz w:val="22"/>
          <w:szCs w:val="22"/>
          <w:lang w:val="it-IT"/>
        </w:rPr>
        <w:t xml:space="preserve">di firmare </w:t>
      </w:r>
      <w:r w:rsidRPr="006446CF">
        <w:rPr>
          <w:color w:val="000000"/>
          <w:sz w:val="22"/>
          <w:szCs w:val="22"/>
          <w:lang w:val="it-IT"/>
        </w:rPr>
        <w:t>la dichiarazione di onestà intellettuale</w:t>
      </w:r>
      <w:r w:rsidR="002F5641" w:rsidRPr="006446CF">
        <w:rPr>
          <w:sz w:val="22"/>
          <w:szCs w:val="22"/>
          <w:lang w:val="it-CH"/>
        </w:rPr>
        <w:t xml:space="preserve"> </w:t>
      </w:r>
    </w:p>
    <w:p w14:paraId="4D0459DE" w14:textId="77777777" w:rsidR="00D32831" w:rsidRPr="006446CF" w:rsidRDefault="00D32831" w:rsidP="004C593A">
      <w:pPr>
        <w:pStyle w:val="Listenabsatz"/>
        <w:rPr>
          <w:sz w:val="22"/>
          <w:szCs w:val="22"/>
          <w:lang w:val="it-CH"/>
        </w:rPr>
      </w:pPr>
    </w:p>
    <w:p w14:paraId="3AF86AB9" w14:textId="77777777" w:rsidR="00D32831" w:rsidRPr="006446CF" w:rsidRDefault="00D32831" w:rsidP="00682941">
      <w:pPr>
        <w:pStyle w:val="berschrift2"/>
        <w:rPr>
          <w:bCs/>
          <w:sz w:val="22"/>
          <w:lang w:val="it-CH"/>
        </w:rPr>
      </w:pPr>
      <w:r w:rsidRPr="006446CF">
        <w:rPr>
          <w:bCs/>
          <w:sz w:val="22"/>
          <w:lang w:val="it-CH"/>
        </w:rPr>
        <w:t xml:space="preserve">Sviluppo </w:t>
      </w:r>
      <w:r w:rsidR="00A0282C" w:rsidRPr="006446CF">
        <w:rPr>
          <w:bCs/>
          <w:sz w:val="22"/>
          <w:lang w:val="it-CH"/>
        </w:rPr>
        <w:t>delle informazioni</w:t>
      </w:r>
      <w:r w:rsidR="002F5641" w:rsidRPr="006446CF">
        <w:rPr>
          <w:bCs/>
          <w:sz w:val="22"/>
          <w:lang w:val="it-CH"/>
        </w:rPr>
        <w:t xml:space="preserve">: </w:t>
      </w:r>
    </w:p>
    <w:p w14:paraId="67230336" w14:textId="77777777" w:rsidR="00D32831" w:rsidRPr="006446CF" w:rsidRDefault="00D32831" w:rsidP="00D32831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Sostenere le proprie argomentazioni con citazioni, indicazione delle fonti, figure, statistiche, tabelle, ecc. </w:t>
      </w:r>
      <w:r w:rsidR="002F5641" w:rsidRPr="006446CF">
        <w:rPr>
          <w:sz w:val="22"/>
          <w:szCs w:val="22"/>
          <w:lang w:val="it-CH"/>
        </w:rPr>
        <w:t xml:space="preserve"> </w:t>
      </w:r>
      <w:r w:rsidRPr="006446CF">
        <w:rPr>
          <w:color w:val="000000"/>
          <w:sz w:val="22"/>
          <w:szCs w:val="22"/>
          <w:lang w:val="it-IT"/>
        </w:rPr>
        <w:t>Le informazioni sono utilizzate in modo appropriato e logico?</w:t>
      </w:r>
    </w:p>
    <w:p w14:paraId="453F1DD0" w14:textId="77777777" w:rsidR="00D32831" w:rsidRPr="006446CF" w:rsidRDefault="00D32831" w:rsidP="00D32831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Le citazioni sono sempre </w:t>
      </w:r>
      <w:r w:rsidR="008141F1" w:rsidRPr="006446CF">
        <w:rPr>
          <w:color w:val="000000"/>
          <w:sz w:val="22"/>
          <w:szCs w:val="22"/>
          <w:lang w:val="it-IT"/>
        </w:rPr>
        <w:t>precisate</w:t>
      </w:r>
      <w:r w:rsidRPr="006446CF">
        <w:rPr>
          <w:color w:val="000000"/>
          <w:sz w:val="22"/>
          <w:szCs w:val="22"/>
          <w:lang w:val="it-IT"/>
        </w:rPr>
        <w:t>?</w:t>
      </w:r>
      <w:r w:rsidR="002F5641" w:rsidRPr="006446CF">
        <w:rPr>
          <w:sz w:val="22"/>
          <w:szCs w:val="22"/>
          <w:lang w:val="it-CH"/>
        </w:rPr>
        <w:t xml:space="preserve"> </w:t>
      </w:r>
      <w:r w:rsidRPr="006446CF">
        <w:rPr>
          <w:color w:val="000000"/>
          <w:sz w:val="22"/>
          <w:szCs w:val="22"/>
          <w:lang w:val="it-IT"/>
        </w:rPr>
        <w:t>(plagio)</w:t>
      </w:r>
    </w:p>
    <w:p w14:paraId="21677D52" w14:textId="15777C53" w:rsidR="00D32831" w:rsidRPr="006446CF" w:rsidRDefault="00D32831" w:rsidP="00D32831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Le regole di citazione </w:t>
      </w:r>
      <w:r w:rsidR="00FE4EC4" w:rsidRPr="006446CF">
        <w:rPr>
          <w:color w:val="000000"/>
          <w:sz w:val="22"/>
          <w:szCs w:val="22"/>
          <w:lang w:val="it-IT"/>
        </w:rPr>
        <w:t xml:space="preserve">(secondo </w:t>
      </w:r>
      <w:r w:rsidR="007C059E" w:rsidRPr="006446CF">
        <w:rPr>
          <w:color w:val="000000"/>
          <w:sz w:val="22"/>
          <w:szCs w:val="22"/>
          <w:lang w:val="it-IT"/>
        </w:rPr>
        <w:t>il PROMEMORIA sulla prima parte</w:t>
      </w:r>
      <w:r w:rsidR="00FE4EC4" w:rsidRPr="006446CF">
        <w:rPr>
          <w:color w:val="000000"/>
          <w:sz w:val="22"/>
          <w:szCs w:val="22"/>
          <w:lang w:val="it-IT"/>
        </w:rPr>
        <w:t>)</w:t>
      </w:r>
      <w:r w:rsidRPr="006446CF">
        <w:rPr>
          <w:b/>
          <w:color w:val="000000"/>
          <w:sz w:val="22"/>
          <w:szCs w:val="22"/>
          <w:lang w:val="it-IT"/>
        </w:rPr>
        <w:t xml:space="preserve"> </w:t>
      </w:r>
      <w:r w:rsidRPr="006446CF">
        <w:rPr>
          <w:color w:val="000000"/>
          <w:sz w:val="22"/>
          <w:szCs w:val="22"/>
          <w:lang w:val="it-IT"/>
        </w:rPr>
        <w:t>sono rispettate?</w:t>
      </w:r>
    </w:p>
    <w:p w14:paraId="1A3F7494" w14:textId="77777777" w:rsidR="00D32831" w:rsidRPr="006446CF" w:rsidRDefault="005D70BF" w:rsidP="00D32831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L</w:t>
      </w:r>
      <w:r w:rsidR="00D32831" w:rsidRPr="006446CF">
        <w:rPr>
          <w:color w:val="000000"/>
          <w:sz w:val="22"/>
          <w:szCs w:val="22"/>
          <w:lang w:val="it-IT"/>
        </w:rPr>
        <w:t xml:space="preserve">a </w:t>
      </w:r>
      <w:r w:rsidRPr="006446CF">
        <w:rPr>
          <w:color w:val="000000"/>
          <w:sz w:val="22"/>
          <w:szCs w:val="22"/>
          <w:lang w:val="it-IT"/>
        </w:rPr>
        <w:t xml:space="preserve">scelta della </w:t>
      </w:r>
      <w:r w:rsidR="00D32831" w:rsidRPr="006446CF">
        <w:rPr>
          <w:color w:val="000000"/>
          <w:sz w:val="22"/>
          <w:szCs w:val="22"/>
          <w:lang w:val="it-IT"/>
        </w:rPr>
        <w:t xml:space="preserve">letteratura specialistica </w:t>
      </w:r>
      <w:r w:rsidRPr="006446CF">
        <w:rPr>
          <w:color w:val="000000"/>
          <w:sz w:val="22"/>
          <w:szCs w:val="22"/>
          <w:lang w:val="it-IT"/>
        </w:rPr>
        <w:t xml:space="preserve">è </w:t>
      </w:r>
      <w:r w:rsidR="00FE4EC4" w:rsidRPr="006446CF">
        <w:rPr>
          <w:color w:val="000000"/>
          <w:sz w:val="22"/>
          <w:szCs w:val="22"/>
          <w:lang w:val="it-IT"/>
        </w:rPr>
        <w:t>logica</w:t>
      </w:r>
      <w:r w:rsidRPr="006446CF">
        <w:rPr>
          <w:color w:val="000000"/>
          <w:sz w:val="22"/>
          <w:szCs w:val="22"/>
          <w:lang w:val="it-IT"/>
        </w:rPr>
        <w:t>?</w:t>
      </w:r>
      <w:r w:rsidR="002F5641" w:rsidRPr="006446CF">
        <w:rPr>
          <w:sz w:val="22"/>
          <w:szCs w:val="22"/>
          <w:lang w:val="it-CH"/>
        </w:rPr>
        <w:t xml:space="preserve"> </w:t>
      </w:r>
    </w:p>
    <w:p w14:paraId="0F6817AD" w14:textId="77777777" w:rsidR="00D32831" w:rsidRPr="006446CF" w:rsidRDefault="00D32831" w:rsidP="00D32831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Le figure apportano un valore aggiunto? </w:t>
      </w:r>
      <w:r w:rsidR="002F5641" w:rsidRPr="006446CF">
        <w:rPr>
          <w:sz w:val="22"/>
          <w:szCs w:val="22"/>
          <w:lang w:val="it-CH"/>
        </w:rPr>
        <w:t xml:space="preserve"> </w:t>
      </w:r>
    </w:p>
    <w:p w14:paraId="27610D62" w14:textId="77777777" w:rsidR="00D32831" w:rsidRPr="006446CF" w:rsidRDefault="005D70BF" w:rsidP="005D70BF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La numerazione e le didascalie delle tabelle sono </w:t>
      </w:r>
      <w:r w:rsidR="008141F1" w:rsidRPr="006446CF">
        <w:rPr>
          <w:color w:val="000000"/>
          <w:sz w:val="22"/>
          <w:szCs w:val="22"/>
          <w:lang w:val="it-IT"/>
        </w:rPr>
        <w:t>corrette</w:t>
      </w:r>
      <w:r w:rsidRPr="006446CF">
        <w:rPr>
          <w:color w:val="000000"/>
          <w:sz w:val="22"/>
          <w:szCs w:val="22"/>
          <w:lang w:val="it-IT"/>
        </w:rPr>
        <w:t>?</w:t>
      </w:r>
    </w:p>
    <w:p w14:paraId="514B31A8" w14:textId="77777777" w:rsidR="00D32831" w:rsidRPr="006446CF" w:rsidRDefault="005D70BF" w:rsidP="005D70BF">
      <w:pPr>
        <w:pStyle w:val="Listenabsatz"/>
        <w:numPr>
          <w:ilvl w:val="0"/>
          <w:numId w:val="18"/>
        </w:numPr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Le eventuali note a piè di pagina sono utili e forniscono un valore aggiunto al lavoro scritto?</w:t>
      </w:r>
    </w:p>
    <w:p w14:paraId="4CBCD7B1" w14:textId="77777777" w:rsidR="00D32831" w:rsidRPr="006446CF" w:rsidRDefault="00D32831" w:rsidP="00682941">
      <w:pPr>
        <w:pStyle w:val="Listenabsatz"/>
        <w:rPr>
          <w:sz w:val="22"/>
          <w:szCs w:val="22"/>
          <w:lang w:val="it-CH"/>
        </w:rPr>
      </w:pPr>
    </w:p>
    <w:p w14:paraId="03AB7D18" w14:textId="77777777" w:rsidR="00D32831" w:rsidRPr="006446CF" w:rsidRDefault="00A0282C" w:rsidP="00682941">
      <w:pPr>
        <w:pStyle w:val="berschrift2"/>
        <w:spacing w:before="0"/>
        <w:rPr>
          <w:bCs/>
          <w:sz w:val="22"/>
          <w:lang w:val="it-CH"/>
        </w:rPr>
      </w:pPr>
      <w:r w:rsidRPr="006446CF">
        <w:rPr>
          <w:bCs/>
          <w:sz w:val="22"/>
          <w:lang w:val="it-CH"/>
        </w:rPr>
        <w:t>Controllo finale del lavoro scritto</w:t>
      </w:r>
      <w:r w:rsidR="004C593A" w:rsidRPr="006446CF">
        <w:rPr>
          <w:bCs/>
          <w:sz w:val="22"/>
          <w:lang w:val="it-CH"/>
        </w:rPr>
        <w:t>:</w:t>
      </w:r>
    </w:p>
    <w:p w14:paraId="64EAA263" w14:textId="77777777" w:rsidR="00D32831" w:rsidRPr="006446CF" w:rsidRDefault="005D70BF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sz w:val="22"/>
          <w:szCs w:val="22"/>
          <w:lang w:val="it-CH"/>
        </w:rPr>
        <w:t>L</w:t>
      </w:r>
      <w:r w:rsidR="00BB08B0" w:rsidRPr="006446CF">
        <w:rPr>
          <w:sz w:val="22"/>
          <w:szCs w:val="22"/>
          <w:lang w:val="it-CH"/>
        </w:rPr>
        <w:t>’ortografia</w:t>
      </w:r>
      <w:r w:rsidRPr="006446CF">
        <w:rPr>
          <w:sz w:val="22"/>
          <w:szCs w:val="22"/>
          <w:lang w:val="it-CH"/>
        </w:rPr>
        <w:t xml:space="preserve"> è corretta</w:t>
      </w:r>
      <w:r w:rsidR="008141F1" w:rsidRPr="006446CF">
        <w:rPr>
          <w:sz w:val="22"/>
          <w:szCs w:val="22"/>
          <w:lang w:val="it-CH"/>
        </w:rPr>
        <w:t>.</w:t>
      </w:r>
      <w:r w:rsidR="004C593A" w:rsidRPr="006446CF">
        <w:rPr>
          <w:sz w:val="22"/>
          <w:szCs w:val="22"/>
          <w:lang w:val="it-CH"/>
        </w:rPr>
        <w:t xml:space="preserve"> </w:t>
      </w:r>
    </w:p>
    <w:p w14:paraId="1864914D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Il testo è redatto in modo comprensibile, il filo del discorso è chiaro</w:t>
      </w:r>
      <w:r w:rsidR="008141F1" w:rsidRPr="006446CF">
        <w:rPr>
          <w:color w:val="000000"/>
          <w:sz w:val="22"/>
          <w:szCs w:val="22"/>
          <w:lang w:val="it-IT"/>
        </w:rPr>
        <w:t>.</w:t>
      </w:r>
      <w:r w:rsidR="004C593A" w:rsidRPr="006446CF">
        <w:rPr>
          <w:sz w:val="22"/>
          <w:szCs w:val="22"/>
          <w:lang w:val="it-CH"/>
        </w:rPr>
        <w:t xml:space="preserve"> </w:t>
      </w:r>
    </w:p>
    <w:p w14:paraId="6526E893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Non ci sono contraddizioni o ripetizioni inutili</w:t>
      </w:r>
      <w:r w:rsidR="008141F1" w:rsidRPr="006446CF">
        <w:rPr>
          <w:color w:val="000000"/>
          <w:sz w:val="22"/>
          <w:szCs w:val="22"/>
          <w:lang w:val="it-IT"/>
        </w:rPr>
        <w:t>.</w:t>
      </w:r>
      <w:r w:rsidR="004C593A" w:rsidRPr="006446CF">
        <w:rPr>
          <w:sz w:val="22"/>
          <w:szCs w:val="22"/>
          <w:lang w:val="it-CH"/>
        </w:rPr>
        <w:t xml:space="preserve"> </w:t>
      </w:r>
    </w:p>
    <w:p w14:paraId="20B532AF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I sottotitoli sono chiari e strutturati in modo logico (ogni nuovo capitolo inizia su una nuova pagina)</w:t>
      </w:r>
      <w:r w:rsidR="008141F1" w:rsidRPr="006446CF">
        <w:rPr>
          <w:color w:val="000000"/>
          <w:sz w:val="22"/>
          <w:szCs w:val="22"/>
          <w:lang w:val="it-IT"/>
        </w:rPr>
        <w:t>.</w:t>
      </w:r>
    </w:p>
    <w:p w14:paraId="626630E6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I capitoli sono collegati tra loro (filo del discorso) in modo fluido</w:t>
      </w:r>
      <w:r w:rsidR="008141F1" w:rsidRPr="006446CF">
        <w:rPr>
          <w:color w:val="000000"/>
          <w:sz w:val="22"/>
          <w:szCs w:val="22"/>
          <w:lang w:val="it-IT"/>
        </w:rPr>
        <w:t>.</w:t>
      </w:r>
      <w:r w:rsidR="004C593A" w:rsidRPr="006446CF">
        <w:rPr>
          <w:b/>
          <w:sz w:val="22"/>
          <w:szCs w:val="22"/>
          <w:lang w:val="it-CH"/>
        </w:rPr>
        <w:t xml:space="preserve"> </w:t>
      </w:r>
    </w:p>
    <w:p w14:paraId="056ED2C8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Ogni paragrafo contiene un messaggio chiaro e gli argomenti (prove) a suo sostegno</w:t>
      </w:r>
      <w:r w:rsidR="008141F1" w:rsidRPr="006446CF">
        <w:rPr>
          <w:color w:val="000000"/>
          <w:sz w:val="22"/>
          <w:szCs w:val="22"/>
          <w:lang w:val="it-IT"/>
        </w:rPr>
        <w:t>.</w:t>
      </w:r>
    </w:p>
    <w:p w14:paraId="0798F35D" w14:textId="77777777" w:rsidR="00D32831" w:rsidRPr="006446CF" w:rsidRDefault="005D70BF" w:rsidP="005D70B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>La bibliografia è completa</w:t>
      </w:r>
      <w:r w:rsidR="008141F1" w:rsidRPr="006446CF">
        <w:rPr>
          <w:color w:val="000000"/>
          <w:sz w:val="22"/>
          <w:szCs w:val="22"/>
          <w:lang w:val="it-IT"/>
        </w:rPr>
        <w:t>.</w:t>
      </w:r>
      <w:r w:rsidR="004C593A" w:rsidRPr="006446CF">
        <w:rPr>
          <w:sz w:val="22"/>
          <w:szCs w:val="22"/>
          <w:lang w:val="it-CH"/>
        </w:rPr>
        <w:t xml:space="preserve"> </w:t>
      </w:r>
    </w:p>
    <w:p w14:paraId="11BCECD0" w14:textId="77777777" w:rsidR="004C593A" w:rsidRPr="006446CF" w:rsidRDefault="005D70BF" w:rsidP="00DB7960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it-CH"/>
        </w:rPr>
      </w:pPr>
      <w:r w:rsidRPr="006446CF">
        <w:rPr>
          <w:color w:val="000000"/>
          <w:sz w:val="22"/>
          <w:szCs w:val="22"/>
          <w:lang w:val="it-IT"/>
        </w:rPr>
        <w:t xml:space="preserve">Nel testo si fa riferimento alle </w:t>
      </w:r>
      <w:r w:rsidR="008141F1" w:rsidRPr="006446CF">
        <w:rPr>
          <w:color w:val="000000"/>
          <w:sz w:val="22"/>
          <w:szCs w:val="22"/>
          <w:lang w:val="it-IT"/>
        </w:rPr>
        <w:t>figure.</w:t>
      </w:r>
      <w:r w:rsidR="008141F1" w:rsidRPr="006446CF">
        <w:rPr>
          <w:sz w:val="22"/>
          <w:szCs w:val="22"/>
          <w:lang w:val="it-CH"/>
        </w:rPr>
        <w:t xml:space="preserve"> </w:t>
      </w:r>
    </w:p>
    <w:sectPr w:rsidR="004C593A" w:rsidRPr="006446CF" w:rsidSect="00C80074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1A2C6" w14:textId="77777777" w:rsidR="00AB5C7F" w:rsidRDefault="00AB5C7F" w:rsidP="00B453A2">
      <w:r>
        <w:separator/>
      </w:r>
    </w:p>
  </w:endnote>
  <w:endnote w:type="continuationSeparator" w:id="0">
    <w:p w14:paraId="479E4DDC" w14:textId="77777777" w:rsidR="00AB5C7F" w:rsidRDefault="00AB5C7F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91B1" w14:textId="66AD820C" w:rsidR="000A409F" w:rsidRPr="00C5257A" w:rsidRDefault="00C5257A" w:rsidP="00433E26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1D571F" w:rsidRPr="001D571F">
      <w:rPr>
        <w:lang w:val="de-DE"/>
      </w:rPr>
      <w:t>2</w:t>
    </w:r>
    <w:r>
      <w:fldChar w:fldCharType="end"/>
    </w:r>
    <w:r>
      <w:ptab w:relativeTo="margin" w:alignment="center" w:leader="none"/>
    </w:r>
    <w:r>
      <w:ptab w:relativeTo="margin" w:alignment="right" w:leader="none"/>
    </w:r>
    <w:r w:rsidR="001D571F">
      <w:fldChar w:fldCharType="begin"/>
    </w:r>
    <w:r w:rsidR="001D571F">
      <w:instrText xml:space="preserve"> FILENAME \* MERGEFORMAT </w:instrText>
    </w:r>
    <w:r w:rsidR="001D571F">
      <w:fldChar w:fldCharType="separate"/>
    </w:r>
    <w:r w:rsidR="00A23F80">
      <w:t>Dokument5</w:t>
    </w:r>
    <w:r w:rsidR="001D571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224A0" w14:textId="77777777" w:rsidR="00BD03FD" w:rsidRPr="00C5257A" w:rsidRDefault="001D571F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A23F80">
      <w:t>Dokument5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FC121" w14:textId="0E6C56FA" w:rsidR="00BD03FD" w:rsidRPr="005D70BF" w:rsidRDefault="00550D89" w:rsidP="00C5257A">
    <w:pPr>
      <w:pStyle w:val="Fuss"/>
      <w:tabs>
        <w:tab w:val="clear" w:pos="9072"/>
        <w:tab w:val="right" w:pos="8647"/>
      </w:tabs>
      <w:ind w:right="-1134"/>
      <w:rPr>
        <w:lang w:val="it-CH"/>
      </w:rPr>
    </w:pPr>
    <w:r>
      <w:rPr>
        <w:noProof w:val="0"/>
      </w:rPr>
      <w:fldChar w:fldCharType="begin"/>
    </w:r>
    <w:r w:rsidRPr="00550D89">
      <w:rPr>
        <w:noProof w:val="0"/>
        <w:lang w:val="it-CH"/>
      </w:rPr>
      <w:instrText xml:space="preserve"> FILENAME   \* MERGEFORMAT </w:instrText>
    </w:r>
    <w:r>
      <w:rPr>
        <w:noProof w:val="0"/>
      </w:rPr>
      <w:fldChar w:fldCharType="separate"/>
    </w:r>
    <w:r w:rsidR="001D571F">
      <w:rPr>
        <w:lang w:val="it-CH"/>
      </w:rPr>
      <w:t>3071 Redazione del lavoro scritto Checklist 2022-05</w:t>
    </w:r>
    <w:r>
      <w:rPr>
        <w:noProof w:val="0"/>
      </w:rPr>
      <w:fldChar w:fldCharType="end"/>
    </w:r>
    <w:r w:rsidRPr="00550D89">
      <w:rPr>
        <w:noProof w:val="0"/>
        <w:lang w:val="it-CH"/>
      </w:rPr>
      <w:tab/>
    </w:r>
    <w:r w:rsidR="00C5257A">
      <w:rPr>
        <w:noProof w:val="0"/>
      </w:rPr>
      <w:fldChar w:fldCharType="begin"/>
    </w:r>
    <w:r w:rsidR="00C5257A" w:rsidRPr="005D70BF">
      <w:rPr>
        <w:noProof w:val="0"/>
        <w:lang w:val="it-CH"/>
      </w:rPr>
      <w:instrText>PAGE   \* MERGEFORMAT</w:instrText>
    </w:r>
    <w:r w:rsidR="00C5257A">
      <w:rPr>
        <w:noProof w:val="0"/>
      </w:rPr>
      <w:fldChar w:fldCharType="separate"/>
    </w:r>
    <w:r w:rsidR="001D571F">
      <w:rPr>
        <w:lang w:val="it-CH"/>
      </w:rPr>
      <w:t>1</w:t>
    </w:r>
    <w:r w:rsidR="00C5257A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0F6EA" w14:textId="77777777" w:rsidR="00AB5C7F" w:rsidRDefault="00AB5C7F" w:rsidP="00B453A2">
      <w:r>
        <w:separator/>
      </w:r>
    </w:p>
  </w:footnote>
  <w:footnote w:type="continuationSeparator" w:id="0">
    <w:p w14:paraId="52CD4660" w14:textId="77777777" w:rsidR="00AB5C7F" w:rsidRDefault="00AB5C7F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1D571F" w14:paraId="550974BF" w14:textId="77777777" w:rsidTr="006C788C">
      <w:tc>
        <w:tcPr>
          <w:tcW w:w="4848" w:type="dxa"/>
        </w:tcPr>
        <w:p w14:paraId="65A68EBD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16ADFC04" wp14:editId="2BA9DBED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41BEDED3" w14:textId="77777777" w:rsidR="006C788C" w:rsidRPr="00A0282C" w:rsidRDefault="00A0282C" w:rsidP="008F28D8">
          <w:pPr>
            <w:suppressAutoHyphens/>
            <w:spacing w:before="0" w:after="100" w:line="200" w:lineRule="exact"/>
            <w:rPr>
              <w:sz w:val="15"/>
              <w:lang w:val="it-CH"/>
            </w:rPr>
          </w:pPr>
          <w:r w:rsidRPr="00A0282C">
            <w:rPr>
              <w:sz w:val="15"/>
              <w:lang w:val="it-CH"/>
            </w:rPr>
            <w:t>Dipartimento federale della difesa</w:t>
          </w:r>
          <w:r w:rsidR="00333EA5" w:rsidRPr="00A0282C">
            <w:rPr>
              <w:sz w:val="15"/>
              <w:lang w:val="it-CH"/>
            </w:rPr>
            <w:t>,</w:t>
          </w:r>
          <w:r w:rsidR="00333EA5" w:rsidRPr="00A0282C">
            <w:rPr>
              <w:sz w:val="15"/>
              <w:lang w:val="it-CH"/>
            </w:rPr>
            <w:br/>
          </w:r>
          <w:r w:rsidRPr="00A0282C">
            <w:rPr>
              <w:sz w:val="15"/>
              <w:lang w:val="it-CH"/>
            </w:rPr>
            <w:t xml:space="preserve">della protezione della popolazione e dello sport </w:t>
          </w:r>
          <w:r>
            <w:rPr>
              <w:sz w:val="15"/>
              <w:lang w:val="it-CH"/>
            </w:rPr>
            <w:t>DDPS</w:t>
          </w:r>
        </w:p>
        <w:p w14:paraId="52770949" w14:textId="77777777" w:rsidR="006C788C" w:rsidRPr="00A0282C" w:rsidRDefault="00A0282C" w:rsidP="00433E26">
          <w:pPr>
            <w:spacing w:before="0"/>
            <w:rPr>
              <w:sz w:val="22"/>
              <w:lang w:val="it-CH"/>
            </w:rPr>
          </w:pPr>
          <w:r w:rsidRPr="00A0282C">
            <w:rPr>
              <w:b/>
              <w:sz w:val="15"/>
              <w:lang w:val="it-CH"/>
            </w:rPr>
            <w:t xml:space="preserve">Ufficio federale della protezione della popolazione UFPP </w:t>
          </w:r>
          <w:r w:rsidR="006C788C" w:rsidRPr="00A0282C">
            <w:rPr>
              <w:b/>
              <w:sz w:val="15"/>
              <w:lang w:val="it-CH"/>
            </w:rPr>
            <w:br/>
          </w:r>
          <w:r>
            <w:rPr>
              <w:sz w:val="15"/>
              <w:lang w:val="it-CH"/>
            </w:rPr>
            <w:t>Istruzione</w:t>
          </w:r>
        </w:p>
        <w:p w14:paraId="3BAC1E0C" w14:textId="77777777" w:rsidR="006C788C" w:rsidRPr="00A0282C" w:rsidRDefault="006C788C" w:rsidP="008F28D8">
          <w:pPr>
            <w:spacing w:before="0"/>
            <w:rPr>
              <w:sz w:val="22"/>
              <w:lang w:val="it-CH"/>
            </w:rPr>
          </w:pPr>
        </w:p>
      </w:tc>
    </w:tr>
  </w:tbl>
  <w:p w14:paraId="66D09AAD" w14:textId="77777777" w:rsidR="006C788C" w:rsidRPr="00A0282C" w:rsidRDefault="006C788C" w:rsidP="00433E26">
    <w:pPr>
      <w:spacing w:before="0"/>
      <w:rPr>
        <w:sz w:val="8"/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0A4152"/>
    <w:multiLevelType w:val="hybridMultilevel"/>
    <w:tmpl w:val="6B46C1C0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4BB0"/>
    <w:multiLevelType w:val="hybridMultilevel"/>
    <w:tmpl w:val="CC683A86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3744EDE"/>
    <w:multiLevelType w:val="hybridMultilevel"/>
    <w:tmpl w:val="D7FC94DC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3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023193"/>
    <w:multiLevelType w:val="hybridMultilevel"/>
    <w:tmpl w:val="38881D9E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4"/>
  </w:num>
  <w:num w:numId="7">
    <w:abstractNumId w:val="15"/>
  </w:num>
  <w:num w:numId="8">
    <w:abstractNumId w:val="3"/>
  </w:num>
  <w:num w:numId="9">
    <w:abstractNumId w:val="17"/>
  </w:num>
  <w:num w:numId="10">
    <w:abstractNumId w:val="14"/>
  </w:num>
  <w:num w:numId="11">
    <w:abstractNumId w:val="8"/>
  </w:num>
  <w:num w:numId="12">
    <w:abstractNumId w:val="0"/>
  </w:num>
  <w:num w:numId="13">
    <w:abstractNumId w:val="10"/>
  </w:num>
  <w:num w:numId="14">
    <w:abstractNumId w:val="13"/>
  </w:num>
  <w:num w:numId="15">
    <w:abstractNumId w:val="12"/>
  </w:num>
  <w:num w:numId="16">
    <w:abstractNumId w:val="11"/>
  </w:num>
  <w:num w:numId="17">
    <w:abstractNumId w:val="16"/>
  </w:num>
  <w:num w:numId="18">
    <w:abstractNumId w:val="7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ourceLng" w:val="deu"/>
    <w:docVar w:name="Sprache" w:val="1"/>
    <w:docVar w:name="Start" w:val="1"/>
    <w:docVar w:name="SYSTEM:DocVarsVisible" w:val="no"/>
    <w:docVar w:name="TargetLng" w:val="ita"/>
    <w:docVar w:name="TermBases" w:val="Empty"/>
    <w:docVar w:name="TermBaseURL" w:val="empty"/>
    <w:docVar w:name="TextBases" w:val="Team Server TMs\SG_I|TextBase TMs\SG_I\SG_I_2021|TextBase TMs\SG_I\SG_I_2020|TextBase TMs\SG_I\SG_I_2019|TextBase TMs\SG_I\SG_I_Preventivo 2016|TextBase TMs\BABS_DFI\UFPP_DI_2018|TextBase TMs\BABS_DFI\UFPP_DI_TRADOS_ACTU|TextBase TMs\BABS_DFI\UFPP_DI_TRADOS-2013"/>
    <w:docVar w:name="TextBaseURL" w:val="empty"/>
    <w:docVar w:name="UILng" w:val="de"/>
  </w:docVars>
  <w:rsids>
    <w:rsidRoot w:val="00A23F80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36DE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3ED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71F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4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5FDB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93A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0D89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D70BF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46CF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941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310A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059E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1F1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97F6A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6F8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282C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80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77D9F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5C7F"/>
    <w:rsid w:val="00AB654B"/>
    <w:rsid w:val="00AB6587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8B0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514A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831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5EA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6FD9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77960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876C0"/>
    <w:rsid w:val="00F903E6"/>
    <w:rsid w:val="00F91B4F"/>
    <w:rsid w:val="00F923A3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4EC4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2A77D88D"/>
  <w15:docId w15:val="{D3619F56-AEB5-45CF-9150-B8412299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styleId="Listenabsatz">
    <w:name w:val="List Paragraph"/>
    <w:basedOn w:val="Standard"/>
    <w:uiPriority w:val="34"/>
    <w:rsid w:val="00A23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BABS_AUSB\D_Arbeitspapier_A4_hoch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67D7-FE06-40BD-96AC-212889854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2801AB-E6E7-4B61-B587-A538032BCAD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1A2E64-9DA6-4E56-B4EB-BCCEEABAC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0A4C0D-833F-476F-9D67-760B19C4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D_Arbeitspapier_A4_hoch</Template>
  <TotalTime>0</TotalTime>
  <Pages>1</Pages>
  <Words>329</Words>
  <Characters>2076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F_Arbeitspapier_A4_hoch</vt:lpstr>
      <vt:lpstr>F_Arbeitspapier_A4_hoch</vt:lpstr>
      <vt:lpstr>F_Arbeitspapier_A4_hoch</vt:lpstr>
    </vt:vector>
  </TitlesOfParts>
  <Manager/>
  <Company>BURAUT VBS</Company>
  <LinksUpToDate>false</LinksUpToDate>
  <CharactersWithSpaces>2401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Käser Valerie BABS</dc:creator>
  <cp:keywords/>
  <dc:description/>
  <cp:lastModifiedBy>Bieri Markus BABS</cp:lastModifiedBy>
  <cp:revision>4</cp:revision>
  <cp:lastPrinted>2015-12-16T11:46:00Z</cp:lastPrinted>
  <dcterms:created xsi:type="dcterms:W3CDTF">2022-05-31T08:10:00Z</dcterms:created>
  <dcterms:modified xsi:type="dcterms:W3CDTF">2022-05-31T11:44:00Z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